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E1E" w:rsidRPr="00B04E1E" w:rsidRDefault="00A54252" w:rsidP="00B04E1E">
      <w:pPr>
        <w:jc w:val="center"/>
        <w:rPr>
          <w:b/>
          <w:i/>
          <w:outline/>
          <w:color w:val="C0504D" w:themeColor="accent2"/>
          <w:sz w:val="144"/>
          <w:szCs w:val="144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9B0E08D" wp14:editId="41A371EA">
                <wp:simplePos x="0" y="0"/>
                <wp:positionH relativeFrom="column">
                  <wp:posOffset>6772275</wp:posOffset>
                </wp:positionH>
                <wp:positionV relativeFrom="paragraph">
                  <wp:posOffset>-981075</wp:posOffset>
                </wp:positionV>
                <wp:extent cx="7686675" cy="109537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10953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33.25pt;margin-top:-77.25pt;width:605.25pt;height:862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" fillcolor="#4f81bd [3204]" strokecolor="#243f60 [1604]" strokeweight="2pt"/>
            </w:pict>
          </mc:Fallback>
        </mc:AlternateContent>
      </w:r>
      <w:r w:rsidR="00B04E1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55FF0A" wp14:editId="1C260517">
                <wp:simplePos x="0" y="0"/>
                <wp:positionH relativeFrom="column">
                  <wp:posOffset>1905000</wp:posOffset>
                </wp:positionH>
                <wp:positionV relativeFrom="paragraph">
                  <wp:posOffset>1181100</wp:posOffset>
                </wp:positionV>
                <wp:extent cx="695325" cy="723900"/>
                <wp:effectExtent l="0" t="0" r="28575" b="19050"/>
                <wp:wrapNone/>
                <wp:docPr id="3" name="&quot;No&quot; Symbo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23900"/>
                        </a:xfrm>
                        <a:prstGeom prst="noSmoking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3" o:spid="_x0000_s1026" type="#_x0000_t57" style="position:absolute;margin-left:150pt;margin-top:93pt;width:54.75pt;height:5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" adj="4050" fillcolor="#c0504d [3205]" strokecolor="#622423 [1605]" strokeweight="2pt"/>
            </w:pict>
          </mc:Fallback>
        </mc:AlternateContent>
      </w:r>
      <w:r w:rsidR="00B04E1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5" behindDoc="1" locked="0" layoutInCell="1" allowOverlap="1" wp14:anchorId="799E10C1" wp14:editId="3FF5AE4E">
                <wp:simplePos x="0" y="0"/>
                <wp:positionH relativeFrom="column">
                  <wp:posOffset>-1000125</wp:posOffset>
                </wp:positionH>
                <wp:positionV relativeFrom="paragraph">
                  <wp:posOffset>-981075</wp:posOffset>
                </wp:positionV>
                <wp:extent cx="7686675" cy="108966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10896600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78.75pt;margin-top:-77.25pt;width:605.25pt;height:858pt;z-index:-2516541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" strokecolor="#243f60 [1604]" strokeweight="2pt">
                <v:fill r:id="rId6" o:title="" recolor="t" rotate="t" type="tile"/>
              </v:rect>
            </w:pict>
          </mc:Fallback>
        </mc:AlternateContent>
      </w:r>
      <w:r w:rsidR="00B04E1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2CB948" wp14:editId="01CCDBEC">
                <wp:simplePos x="0" y="0"/>
                <wp:positionH relativeFrom="column">
                  <wp:posOffset>3162300</wp:posOffset>
                </wp:positionH>
                <wp:positionV relativeFrom="paragraph">
                  <wp:posOffset>1447800</wp:posOffset>
                </wp:positionV>
                <wp:extent cx="161925" cy="95250"/>
                <wp:effectExtent l="19050" t="0" r="47625" b="38100"/>
                <wp:wrapNone/>
                <wp:docPr id="8" name="Clou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52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8" o:spid="_x0000_s1026" style="position:absolute;margin-left:249pt;margin-top:114pt;width:12.7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black [3200]" strokecolor="black [1600]" strokeweight="2pt">
                <v:path arrowok="t" o:connecttype="custom" o:connectlocs="17591,57717;8096,55959;25968,76947;21815,77788;61764,86188;59260,82352;108051,76621;107050,80830;127924,50610;140110,66344;156670,33853;151242,39754;143648,11964;143933,14751;108992,8714;111773,5159;82990,10407;84336,7342;52476,11448;57348,14420;15469,34813;14618,31684" o:connectangles="0,0,0,0,0,0,0,0,0,0,0,0,0,0,0,0,0,0,0,0,0,0"/>
              </v:shape>
            </w:pict>
          </mc:Fallback>
        </mc:AlternateContent>
      </w:r>
      <w:r w:rsidR="00B04E1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1D9B44" wp14:editId="29DA51D4">
                <wp:simplePos x="0" y="0"/>
                <wp:positionH relativeFrom="column">
                  <wp:posOffset>3324225</wp:posOffset>
                </wp:positionH>
                <wp:positionV relativeFrom="paragraph">
                  <wp:posOffset>1181100</wp:posOffset>
                </wp:positionV>
                <wp:extent cx="323850" cy="266700"/>
                <wp:effectExtent l="19050" t="0" r="38100" b="38100"/>
                <wp:wrapNone/>
                <wp:docPr id="7" name="Clou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66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7" o:spid="_x0000_s1026" style="position:absolute;margin-left:261.75pt;margin-top:93pt;width:25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black [3200]" strokecolor="black [1600]" strokeweight="2pt">
                <v:path arrowok="t" o:connecttype="custom" o:connectlocs="35181,161607;16193,156686;51936,215453;43630,217805;123528,241326;118520,230584;216102,214539;214101,226325;255849,141709;280220,185764;313340,94790;302485,111310;287297,33498;287867,41301;217984,24398;223546,14446;165981,29139;168672,20558;104951,32053;114697,40375;30938,97475;29236,88715" o:connectangles="0,0,0,0,0,0,0,0,0,0,0,0,0,0,0,0,0,0,0,0,0,0"/>
              </v:shape>
            </w:pict>
          </mc:Fallback>
        </mc:AlternateContent>
      </w:r>
      <w:r w:rsidR="003E745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81FF7E" wp14:editId="11335793">
                <wp:simplePos x="0" y="0"/>
                <wp:positionH relativeFrom="column">
                  <wp:posOffset>2343150</wp:posOffset>
                </wp:positionH>
                <wp:positionV relativeFrom="paragraph">
                  <wp:posOffset>-5399405</wp:posOffset>
                </wp:positionV>
                <wp:extent cx="361950" cy="190500"/>
                <wp:effectExtent l="57150" t="38100" r="19050" b="95250"/>
                <wp:wrapNone/>
                <wp:docPr id="13" name="Clou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90500"/>
                        </a:xfrm>
                        <a:prstGeom prst="cloud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3" o:spid="_x0000_s1026" style="position:absolute;margin-left:184.5pt;margin-top:-425.15pt;width:28.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 o:connecttype="custom" o:connectlocs="39320,115433;18098,111919;58046,153895;48763,155575;138060,172376;132464,164703;241526,153242;239289,161660;285949,101221;313187,132689;350203,67707;338071,79507;321097,23927;321733,29501;243629,17427;249846,10319;185508,20814;188516,14684;117299,22895;128191,28840;34578,69625;32676,63368" o:connectangles="0,0,0,0,0,0,0,0,0,0,0,0,0,0,0,0,0,0,0,0,0,0"/>
              </v:shape>
            </w:pict>
          </mc:Fallback>
        </mc:AlternateContent>
      </w:r>
      <w:r w:rsidR="00837C9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B34ADC" wp14:editId="6E4BDD6B">
                <wp:simplePos x="0" y="0"/>
                <wp:positionH relativeFrom="column">
                  <wp:posOffset>2238375</wp:posOffset>
                </wp:positionH>
                <wp:positionV relativeFrom="paragraph">
                  <wp:posOffset>-5589905</wp:posOffset>
                </wp:positionV>
                <wp:extent cx="400050" cy="333375"/>
                <wp:effectExtent l="0" t="0" r="19050" b="28575"/>
                <wp:wrapNone/>
                <wp:docPr id="6" name="Su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33375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6" o:spid="_x0000_s1026" type="#_x0000_t183" style="position:absolute;margin-left:176.25pt;margin-top:-440.15pt;width:31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" fillcolor="#f79646 [3209]" strokecolor="#974706 [1609]" strokeweight="2pt"/>
            </w:pict>
          </mc:Fallback>
        </mc:AlternateContent>
      </w:r>
      <w:r w:rsidR="00837C9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7A49AE" wp14:editId="41698322">
                <wp:simplePos x="0" y="0"/>
                <wp:positionH relativeFrom="column">
                  <wp:posOffset>3057525</wp:posOffset>
                </wp:positionH>
                <wp:positionV relativeFrom="paragraph">
                  <wp:posOffset>-4246880</wp:posOffset>
                </wp:positionV>
                <wp:extent cx="266700" cy="257175"/>
                <wp:effectExtent l="19050" t="0" r="19050" b="47625"/>
                <wp:wrapNone/>
                <wp:docPr id="5" name="Clou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71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5" o:spid="_x0000_s1026" style="position:absolute;margin-left:240.75pt;margin-top:-334.4pt;width:21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black [3200]" strokecolor="black [1600]" strokeweight="2pt">
                <v:path arrowok="t" o:connecttype="custom" o:connectlocs="28973,155835;13335,151090;42771,207758;35930,210026;101729,232708;97605,222349;177967,206877;176318,218242;210699,136648;230770,179130;258045,91404;249105,107335;236597,32302;237067,39826;179516,23527;184097,13930;136690,28099;138906,19824;86431,30909;94456,38933;25478,93994;24077,85546" o:connectangles="0,0,0,0,0,0,0,0,0,0,0,0,0,0,0,0,0,0,0,0,0,0"/>
              </v:shape>
            </w:pict>
          </mc:Fallback>
        </mc:AlternateContent>
      </w:r>
      <w:r w:rsidR="00837C9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D890FD" wp14:editId="1A3EE106">
                <wp:simplePos x="0" y="0"/>
                <wp:positionH relativeFrom="column">
                  <wp:posOffset>1981200</wp:posOffset>
                </wp:positionH>
                <wp:positionV relativeFrom="paragraph">
                  <wp:posOffset>-4189730</wp:posOffset>
                </wp:positionV>
                <wp:extent cx="657225" cy="676275"/>
                <wp:effectExtent l="0" t="0" r="28575" b="28575"/>
                <wp:wrapNone/>
                <wp:docPr id="4" name="&quot;No&quot; Symbo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76275"/>
                        </a:xfrm>
                        <a:prstGeom prst="noSmoking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4" o:spid="_x0000_s1026" type="#_x0000_t57" style="position:absolute;margin-left:156pt;margin-top:-329.9pt;width:51.75pt;height:5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" adj="4050" fillcolor="#c0504d [3205]" strokecolor="#622423 [1605]" strokeweight="2pt"/>
            </w:pict>
          </mc:Fallback>
        </mc:AlternateContent>
      </w:r>
      <w:r w:rsidR="00B04E1E" w:rsidRPr="00B04E1E">
        <w:rPr>
          <w:b/>
          <w:i/>
          <w:outline/>
          <w:color w:val="C0504D" w:themeColor="accent2"/>
          <w:sz w:val="144"/>
          <w:szCs w:val="144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DIARY</w:t>
      </w:r>
    </w:p>
    <w:p w:rsidR="00B04E1E" w:rsidRPr="00837C90" w:rsidRDefault="00B04E1E" w:rsidP="00B04E1E">
      <w:pPr>
        <w:jc w:val="center"/>
        <w:rPr>
          <w:b/>
          <w:sz w:val="52"/>
          <w:szCs w:val="52"/>
        </w:rPr>
      </w:pPr>
      <w:r>
        <w:rPr>
          <w:sz w:val="52"/>
          <w:szCs w:val="52"/>
        </w:rPr>
        <w:t xml:space="preserve">     </w:t>
      </w:r>
      <w:r w:rsidRPr="00837C90">
        <w:rPr>
          <w:b/>
          <w:sz w:val="52"/>
          <w:szCs w:val="52"/>
        </w:rPr>
        <w:t>IL RIG</w:t>
      </w:r>
    </w:p>
    <w:p w:rsidR="00B04E1E" w:rsidRPr="00837C90" w:rsidRDefault="00B04E1E" w:rsidP="00B04E1E">
      <w:pPr>
        <w:rPr>
          <w:rFonts w:ascii="Palace Script MT" w:hAnsi="Palace Script MT"/>
          <w:b/>
          <w:color w:val="FF0000"/>
          <w:sz w:val="56"/>
          <w:szCs w:val="56"/>
        </w:rPr>
      </w:pPr>
    </w:p>
    <w:p w:rsidR="00B04E1E" w:rsidRPr="00456314" w:rsidRDefault="00B04E1E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>20</w:t>
      </w: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June 2014</w:t>
      </w:r>
    </w:p>
    <w:p w:rsidR="00456314" w:rsidRDefault="00456314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B04E1E" w:rsidRPr="00456314" w:rsidRDefault="00B04E1E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Today on a trip off the coast of the Coromandel I saw an Oil Rig and I </w:t>
      </w:r>
      <w:r w:rsidR="001347CB"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>spotted 3</w:t>
      </w:r>
      <w:r w:rsidRPr="00456314">
        <w:rPr>
          <w:rFonts w:asciiTheme="majorHAnsi" w:hAnsiTheme="majorHAnsi"/>
          <w:b/>
          <w:i/>
          <w:color w:val="000000" w:themeColor="text1"/>
          <w:sz w:val="36"/>
          <w:szCs w:val="36"/>
        </w:rPr>
        <w:t xml:space="preserve"> </w:t>
      </w: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Turtles gliding on the water’s calm surface. I live in Auckland and I’m on a holiday today, the turtles looked very happy together. </w:t>
      </w:r>
    </w:p>
    <w:p w:rsidR="00B04E1E" w:rsidRPr="00456314" w:rsidRDefault="00B04E1E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B04E1E" w:rsidRPr="00456314" w:rsidRDefault="00B04E1E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>2</w:t>
      </w: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nd</w:t>
      </w: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August</w:t>
      </w:r>
    </w:p>
    <w:p w:rsidR="00456314" w:rsidRDefault="00456314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B04E1E" w:rsidRPr="00456314" w:rsidRDefault="00B04E1E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>I decided I’d come back to the Coromandel to see if it’d changed. But it hasn’t, Exept the turtles. They had almost doubled in size, there were now 6 of them! They looked even happier than before.</w:t>
      </w:r>
    </w:p>
    <w:p w:rsidR="00B04E1E" w:rsidRPr="00456314" w:rsidRDefault="00B04E1E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456314" w:rsidRDefault="00456314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B04E1E" w:rsidRDefault="00456314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463B3A" wp14:editId="0E5B00BB">
                <wp:simplePos x="0" y="0"/>
                <wp:positionH relativeFrom="column">
                  <wp:posOffset>-927735</wp:posOffset>
                </wp:positionH>
                <wp:positionV relativeFrom="paragraph">
                  <wp:posOffset>-912495</wp:posOffset>
                </wp:positionV>
                <wp:extent cx="7686675" cy="108966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10896600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73.05pt;margin-top:-71.85pt;width:605.25pt;height:858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" strokecolor="#243f60 [1604]" strokeweight="2pt">
                <v:fill r:id="rId6" o:title="" recolor="t" rotate="t" type="tile"/>
              </v:rect>
            </w:pict>
          </mc:Fallback>
        </mc:AlternateContent>
      </w:r>
      <w:r w:rsidR="00B04E1E"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>24</w:t>
      </w:r>
      <w:r w:rsidR="00B04E1E" w:rsidRPr="00456314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 w:rsidR="00B04E1E"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December 2014</w:t>
      </w:r>
    </w:p>
    <w:p w:rsidR="00456314" w:rsidRPr="00456314" w:rsidRDefault="00456314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B04E1E" w:rsidRDefault="00B04E1E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 w:rsidRP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>I had Come back to the Coromandel</w:t>
      </w:r>
      <w:r w:rsidR="00456314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but this time it wasn’t </w:t>
      </w:r>
      <w:r w:rsidR="00B81029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just a holiday, I am now </w:t>
      </w:r>
      <w:r w:rsidR="000E064F">
        <w:rPr>
          <w:rFonts w:ascii="Palace Script MT" w:hAnsi="Palace Script MT"/>
          <w:b/>
          <w:i/>
          <w:color w:val="000000" w:themeColor="text1"/>
          <w:sz w:val="56"/>
          <w:szCs w:val="56"/>
        </w:rPr>
        <w:t>living here! I don’t have a job so I’m hoping I’ll get one by next year.</w:t>
      </w:r>
    </w:p>
    <w:p w:rsidR="000E064F" w:rsidRDefault="000E064F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0E064F" w:rsidRDefault="000E064F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30</w:t>
      </w:r>
      <w:r w:rsidRPr="000E064F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December 2014</w:t>
      </w:r>
    </w:p>
    <w:p w:rsidR="000E064F" w:rsidRDefault="000E064F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0E064F" w:rsidRDefault="000E064F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Now I have a job! I’m a fisherman though. It was the only jo</w:t>
      </w:r>
      <w:r w:rsidR="00062243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b available that allowed me to 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come near the wonderful turtles. But that also means another </w:t>
      </w:r>
      <w:r w:rsidR="00062243">
        <w:rPr>
          <w:rFonts w:ascii="Palace Script MT" w:hAnsi="Palace Script MT"/>
          <w:b/>
          <w:i/>
          <w:color w:val="000000" w:themeColor="text1"/>
          <w:sz w:val="56"/>
          <w:szCs w:val="56"/>
        </w:rPr>
        <w:t>thing: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</w:t>
      </w:r>
      <w:r w:rsidR="00062243">
        <w:rPr>
          <w:rFonts w:ascii="Palace Script MT" w:hAnsi="Palace Script MT"/>
          <w:b/>
          <w:i/>
          <w:color w:val="000000" w:themeColor="text1"/>
          <w:sz w:val="56"/>
          <w:szCs w:val="56"/>
        </w:rPr>
        <w:t>I’m now responsible for the rig.</w:t>
      </w:r>
    </w:p>
    <w:p w:rsidR="00062243" w:rsidRDefault="00062243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062243" w:rsidRDefault="00062243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3</w:t>
      </w:r>
      <w:r w:rsidRPr="00062243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rd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February 2015</w:t>
      </w:r>
    </w:p>
    <w:p w:rsidR="00062243" w:rsidRDefault="00062243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062243" w:rsidRDefault="00062243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I had my first day of work today. It went terribly. I was on my way to get the oil from the oil rig and while I was draining it, the tank exploded and I saw the turtle’s race away. The Turtles! I tried to see if I could somehow stop the leakage but it was no use. The clock was ticking and I had to stop this thing from polluting our coastlines. I ran into the cabin to try and find something, no not something. 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lastRenderedPageBreak/>
        <w:t>ANYTHING!</w:t>
      </w:r>
      <w:r w:rsidR="00377AA1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I couldn’t even find a fleck of dust so my only option was to leave it alone to get some help.</w:t>
      </w:r>
    </w:p>
    <w:p w:rsidR="00377AA1" w:rsidRDefault="00377AA1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F5F77C8" wp14:editId="6C83113E">
                <wp:simplePos x="0" y="0"/>
                <wp:positionH relativeFrom="column">
                  <wp:posOffset>-938530</wp:posOffset>
                </wp:positionH>
                <wp:positionV relativeFrom="paragraph">
                  <wp:posOffset>-1957705</wp:posOffset>
                </wp:positionV>
                <wp:extent cx="7686675" cy="1089660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10896600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-73.9pt;margin-top:-154.15pt;width:605.25pt;height:858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" strokecolor="#243f60 [1604]" strokeweight="2pt">
                <v:fill r:id="rId6" o:title="" recolor="t" rotate="t" type="tile"/>
              </v:rect>
            </w:pict>
          </mc:Fallback>
        </mc:AlternateContent>
      </w:r>
    </w:p>
    <w:p w:rsidR="00377AA1" w:rsidRDefault="00377AA1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4</w:t>
      </w:r>
      <w:r w:rsidRPr="00377AA1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February 2015</w:t>
      </w:r>
    </w:p>
    <w:p w:rsidR="00377AA1" w:rsidRDefault="00377AA1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377AA1" w:rsidRDefault="00377AA1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I was fires just over an hour ago. I’ll probably never find another job like that unless I just buy a boat and volunteer, That’s it, I can volunteer to help stop the leakage. But I now need a boat.</w:t>
      </w:r>
    </w:p>
    <w:p w:rsidR="00377AA1" w:rsidRDefault="00377AA1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377AA1" w:rsidRDefault="00377AA1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27</w:t>
      </w:r>
      <w:r w:rsidRPr="00377AA1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April 2015</w:t>
      </w:r>
    </w:p>
    <w:p w:rsidR="00377AA1" w:rsidRDefault="00377AA1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377AA1" w:rsidRDefault="00377AA1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I have saved every penny and used every second of my spare3 time for this moment, I c</w:t>
      </w:r>
      <w:r w:rsidR="001E59EB">
        <w:rPr>
          <w:rFonts w:ascii="Palace Script MT" w:hAnsi="Palace Script MT"/>
          <w:b/>
          <w:i/>
          <w:color w:val="000000" w:themeColor="text1"/>
          <w:sz w:val="56"/>
          <w:szCs w:val="56"/>
        </w:rPr>
        <w:t>an now buy one of those motor boats for fishing, and do one thing in particular…: Save our beaches. Even though I made this mess, I can still help bring it back down.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B1F7313" wp14:editId="108E83A3">
                <wp:simplePos x="0" y="0"/>
                <wp:positionH relativeFrom="column">
                  <wp:posOffset>-949960</wp:posOffset>
                </wp:positionH>
                <wp:positionV relativeFrom="paragraph">
                  <wp:posOffset>-937895</wp:posOffset>
                </wp:positionV>
                <wp:extent cx="7686675" cy="108966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10896600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74.8pt;margin-top:-73.85pt;width:605.25pt;height:858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" strokecolor="#243f60 [1604]" strokeweight="2pt">
                <v:fill r:id="rId6" o:title="" recolor="t" rotate="t" type="tile"/>
              </v:rect>
            </w:pict>
          </mc:Fallback>
        </mc:AlternateConten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30</w:t>
      </w:r>
      <w:r w:rsidRPr="001E59EB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April 2015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I bought my boat yesterday and today I'm using it for the first time. I’m going to see where the turtles have gone and help with the oil rig.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5</w:t>
      </w:r>
      <w:r w:rsidRPr="001E59EB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May 2015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The Coromandel Oil Riggery declined my offer for volunteering but I can still find the turtles. The C.O.R have almost stopped the leak anyway.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28</w:t>
      </w:r>
      <w:r w:rsidRPr="001E59EB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May 2015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Today I went to sea to search for the turtles and I </w:t>
      </w:r>
      <w:r w:rsidR="00B605E9">
        <w:rPr>
          <w:rFonts w:ascii="Palace Script MT" w:hAnsi="Palace Script MT"/>
          <w:b/>
          <w:i/>
          <w:color w:val="000000" w:themeColor="text1"/>
          <w:sz w:val="56"/>
          <w:szCs w:val="56"/>
        </w:rPr>
        <w:t>hope I’ll find them.</w:t>
      </w:r>
    </w:p>
    <w:p w:rsidR="00B605E9" w:rsidRDefault="00B605E9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LATER  THAT  DAY…</w:t>
      </w:r>
    </w:p>
    <w:p w:rsidR="00B605E9" w:rsidRDefault="00B605E9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I was searching through the sea when I saw a splash of water I imme</w:t>
      </w:r>
      <w:r w:rsidR="009F4E6B"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diately turn my motor for that 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direction and speed towards it. It must’ve been good luck because I had just found the turtles!</w:t>
      </w: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90B9D7B" wp14:editId="0DA53A86">
                <wp:simplePos x="0" y="0"/>
                <wp:positionH relativeFrom="column">
                  <wp:posOffset>-935355</wp:posOffset>
                </wp:positionH>
                <wp:positionV relativeFrom="paragraph">
                  <wp:posOffset>-933990</wp:posOffset>
                </wp:positionV>
                <wp:extent cx="7686675" cy="108966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10896600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3.65pt;margin-top:-73.55pt;width:605.25pt;height:858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" strokecolor="#243f60 [1604]" strokeweight="2pt">
                <v:fill r:id="rId6" o:title="" recolor="t" rotate="t" type="tile"/>
              </v:rect>
            </w:pict>
          </mc:Fallback>
        </mc:AlternateConten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10</w:t>
      </w:r>
      <w:r w:rsidRPr="009F4E6B">
        <w:rPr>
          <w:rFonts w:ascii="Palace Script MT" w:hAnsi="Palace Script MT"/>
          <w:b/>
          <w:i/>
          <w:color w:val="000000" w:themeColor="text1"/>
          <w:sz w:val="56"/>
          <w:szCs w:val="56"/>
          <w:vertAlign w:val="superscript"/>
        </w:rPr>
        <w:t>th</w:t>
      </w: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 xml:space="preserve"> June 2015</w:t>
      </w: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Dear Diary,</w:t>
      </w: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It turned out that all of them were terribly sick. I helped them swim again and released them back out to sea</w:t>
      </w: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I hope they live a long healthy life and enjoy the remainder of it.</w:t>
      </w: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This story is my prediction of the close future and if we don’t take pride and responsibility for it this will happen. Good luck!</w:t>
      </w: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  <w:r>
        <w:rPr>
          <w:rFonts w:ascii="Palace Script MT" w:hAnsi="Palace Script MT"/>
          <w:b/>
          <w:i/>
          <w:color w:val="000000" w:themeColor="text1"/>
          <w:sz w:val="56"/>
          <w:szCs w:val="56"/>
        </w:rPr>
        <w:t>By Thomas</w:t>
      </w: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9F4E6B" w:rsidRDefault="009F4E6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1E59EB" w:rsidRDefault="001E59EB" w:rsidP="00B04E1E">
      <w:pPr>
        <w:rPr>
          <w:rFonts w:ascii="Palace Script MT" w:hAnsi="Palace Script MT"/>
          <w:b/>
          <w:i/>
          <w:color w:val="000000" w:themeColor="text1"/>
          <w:sz w:val="56"/>
          <w:szCs w:val="56"/>
        </w:rPr>
      </w:pPr>
    </w:p>
    <w:p w:rsidR="00687AFF" w:rsidRDefault="00687AFF">
      <w:bookmarkStart w:id="0" w:name="_GoBack"/>
      <w:bookmarkEnd w:id="0"/>
    </w:p>
    <w:sectPr w:rsidR="00687A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90"/>
    <w:rsid w:val="00062243"/>
    <w:rsid w:val="000E064F"/>
    <w:rsid w:val="001347CB"/>
    <w:rsid w:val="001E59EB"/>
    <w:rsid w:val="00377AA1"/>
    <w:rsid w:val="003E7457"/>
    <w:rsid w:val="00456314"/>
    <w:rsid w:val="00687AFF"/>
    <w:rsid w:val="00837C90"/>
    <w:rsid w:val="0093418F"/>
    <w:rsid w:val="009F4E6B"/>
    <w:rsid w:val="00A54252"/>
    <w:rsid w:val="00B04E1E"/>
    <w:rsid w:val="00B605E9"/>
    <w:rsid w:val="00B81029"/>
    <w:rsid w:val="00BC64BA"/>
    <w:rsid w:val="00DE7EB5"/>
    <w:rsid w:val="00E564DA"/>
    <w:rsid w:val="00EA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B86F287C</Template>
  <TotalTime>145</TotalTime>
  <Pages>5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5</cp:revision>
  <dcterms:created xsi:type="dcterms:W3CDTF">2012-06-26T23:26:00Z</dcterms:created>
  <dcterms:modified xsi:type="dcterms:W3CDTF">2012-06-28T20:38:00Z</dcterms:modified>
</cp:coreProperties>
</file>